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922" w:rsidRDefault="005C72AF">
      <w:bookmarkStart w:id="0" w:name="_GoBack"/>
      <w:bookmarkEnd w:id="0"/>
    </w:p>
    <w:sectPr w:rsidR="00546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95"/>
    <w:rsid w:val="00113415"/>
    <w:rsid w:val="005C72AF"/>
    <w:rsid w:val="00642921"/>
    <w:rsid w:val="00ED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stomStyle1">
    <w:name w:val="CustomStyle1"/>
    <w:basedOn w:val="Normal"/>
    <w:link w:val="CustomStyle1Char"/>
    <w:qFormat/>
    <w:rsid w:val="00ED1895"/>
    <w:rPr>
      <w:rFonts w:ascii="Verdana" w:hAnsi="Verdana"/>
      <w:i/>
      <w:color w:val="FF0000"/>
      <w:sz w:val="20"/>
      <w:u w:val="dotted"/>
    </w:rPr>
  </w:style>
  <w:style w:type="character" w:customStyle="1" w:styleId="CustomStyle1Char">
    <w:name w:val="CustomStyle1 Char"/>
    <w:basedOn w:val="DefaultParagraphFont"/>
    <w:link w:val="CustomStyle1"/>
    <w:rsid w:val="00ED1895"/>
    <w:rPr>
      <w:rFonts w:ascii="Verdana" w:hAnsi="Verdana"/>
      <w:i/>
      <w:color w:val="FF0000"/>
      <w:sz w:val="20"/>
      <w:u w:val="dotte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stomStyle1">
    <w:name w:val="CustomStyle1"/>
    <w:basedOn w:val="Normal"/>
    <w:link w:val="CustomStyle1Char"/>
    <w:qFormat/>
    <w:rsid w:val="00ED1895"/>
    <w:rPr>
      <w:rFonts w:ascii="Verdana" w:hAnsi="Verdana"/>
      <w:i/>
      <w:color w:val="FF0000"/>
      <w:sz w:val="20"/>
      <w:u w:val="dotted"/>
    </w:rPr>
  </w:style>
  <w:style w:type="character" w:customStyle="1" w:styleId="CustomStyle1Char">
    <w:name w:val="CustomStyle1 Char"/>
    <w:basedOn w:val="DefaultParagraphFont"/>
    <w:link w:val="CustomStyle1"/>
    <w:rsid w:val="00ED1895"/>
    <w:rPr>
      <w:rFonts w:ascii="Verdana" w:hAnsi="Verdana"/>
      <w:i/>
      <w:color w:val="FF0000"/>
      <w:sz w:val="20"/>
      <w:u w:val="dotte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DocWithCustomStyle.docx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 Nizet</dc:creator>
  <cp:lastModifiedBy>Olivier Nizet</cp:lastModifiedBy>
  <cp:revision>2</cp:revision>
  <dcterms:created xsi:type="dcterms:W3CDTF">2020-08-31T21:27:00Z</dcterms:created>
  <dcterms:modified xsi:type="dcterms:W3CDTF">2020-08-31T21:27:00Z</dcterms:modified>
</cp:coreProperties>
</file>